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5E1" w:rsidRPr="006056CB" w:rsidRDefault="00885D54" w:rsidP="00B30BF2">
      <w:pPr>
        <w:pStyle w:val="Heading1"/>
        <w:spacing w:after="240"/>
        <w:rPr>
          <w:b w:val="0"/>
        </w:rPr>
      </w:pPr>
      <w:r w:rsidRPr="00425D38">
        <w:t>Book Review Outline</w:t>
      </w:r>
    </w:p>
    <w:p w:rsidR="00D272C1" w:rsidRPr="006056CB" w:rsidRDefault="00885D54" w:rsidP="00B30BF2">
      <w:pPr>
        <w:ind w:right="2160"/>
        <w:rPr>
          <w:rFonts w:cs="Arial"/>
        </w:rPr>
      </w:pPr>
      <w:r w:rsidRPr="00425D38">
        <w:rPr>
          <w:rFonts w:cs="Arial"/>
          <w:b/>
        </w:rPr>
        <w:t xml:space="preserve">Book title and author: </w:t>
      </w:r>
    </w:p>
    <w:p w:rsidR="00D272C1" w:rsidRPr="006056CB" w:rsidRDefault="00533801" w:rsidP="00B30BF2">
      <w:pPr>
        <w:ind w:right="2160"/>
        <w:rPr>
          <w:rFonts w:cs="Arial"/>
        </w:rPr>
      </w:pPr>
      <w:r w:rsidRPr="00425D38">
        <w:rPr>
          <w:rFonts w:cs="Arial"/>
          <w:b/>
        </w:rPr>
        <w:t>Title of review:</w:t>
      </w:r>
      <w:r w:rsidRPr="006056CB">
        <w:rPr>
          <w:rFonts w:cs="Arial"/>
        </w:rPr>
        <w:t xml:space="preserve"> </w:t>
      </w:r>
    </w:p>
    <w:p w:rsidR="000F4744" w:rsidRPr="006056CB" w:rsidRDefault="00533801" w:rsidP="00B30BF2">
      <w:pPr>
        <w:ind w:right="2160"/>
        <w:rPr>
          <w:rFonts w:cs="Arial"/>
        </w:rPr>
      </w:pPr>
      <w:r w:rsidRPr="00425D38">
        <w:rPr>
          <w:rFonts w:cs="Arial"/>
          <w:b/>
        </w:rPr>
        <w:t>Number of stars (1 to 5):</w:t>
      </w:r>
      <w:r w:rsidRPr="006056CB">
        <w:rPr>
          <w:rFonts w:cs="Arial"/>
        </w:rPr>
        <w:t xml:space="preserve"> </w:t>
      </w:r>
    </w:p>
    <w:p w:rsidR="001418CD" w:rsidRPr="006056CB" w:rsidRDefault="001418CD" w:rsidP="00B30BF2">
      <w:pPr>
        <w:rPr>
          <w:rFonts w:cs="Arial"/>
        </w:rPr>
      </w:pPr>
    </w:p>
    <w:p w:rsidR="001418CD" w:rsidRPr="006056CB" w:rsidRDefault="001418CD" w:rsidP="00B30BF2">
      <w:pPr>
        <w:shd w:val="clear" w:color="auto" w:fill="CCFFFF"/>
        <w:rPr>
          <w:rFonts w:cs="Arial"/>
        </w:rPr>
      </w:pPr>
      <w:r w:rsidRPr="00425D38">
        <w:rPr>
          <w:rFonts w:cs="Arial"/>
          <w:b/>
        </w:rPr>
        <w:t>Introduction</w:t>
      </w:r>
    </w:p>
    <w:p w:rsidR="00E37E7B" w:rsidRPr="006056CB" w:rsidRDefault="00E37E7B" w:rsidP="00B30BF2">
      <w:pPr>
        <w:ind w:right="2160"/>
        <w:rPr>
          <w:rFonts w:cs="Arial"/>
        </w:rPr>
      </w:pPr>
    </w:p>
    <w:p w:rsidR="00384B22" w:rsidRPr="006056CB" w:rsidRDefault="00D222B4" w:rsidP="00B30BF2">
      <w:pPr>
        <w:shd w:val="clear" w:color="auto" w:fill="CCFFFF"/>
        <w:rPr>
          <w:rFonts w:cs="Arial"/>
          <w:sz w:val="20"/>
          <w:szCs w:val="20"/>
        </w:rPr>
      </w:pPr>
      <w:r w:rsidRPr="00425D38">
        <w:rPr>
          <w:rFonts w:cs="Arial"/>
          <w:b/>
        </w:rPr>
        <w:t>Description</w:t>
      </w:r>
      <w:r w:rsidRPr="00425D38">
        <w:rPr>
          <w:rFonts w:cs="Arial"/>
          <w:b/>
          <w:sz w:val="20"/>
          <w:szCs w:val="20"/>
        </w:rPr>
        <w:t xml:space="preserve"> </w:t>
      </w:r>
      <w:r w:rsidRPr="00425D38">
        <w:rPr>
          <w:rFonts w:cs="Arial"/>
          <w:b/>
        </w:rPr>
        <w:t>and</w:t>
      </w:r>
      <w:r w:rsidRPr="00425D38">
        <w:rPr>
          <w:rFonts w:cs="Arial"/>
          <w:b/>
          <w:sz w:val="20"/>
          <w:szCs w:val="20"/>
        </w:rPr>
        <w:t xml:space="preserve"> </w:t>
      </w:r>
      <w:r w:rsidR="001E2783" w:rsidRPr="00425D38">
        <w:rPr>
          <w:rFonts w:cs="Arial"/>
          <w:b/>
        </w:rPr>
        <w:t>s</w:t>
      </w:r>
      <w:r w:rsidRPr="00425D38">
        <w:rPr>
          <w:rFonts w:cs="Arial"/>
          <w:b/>
        </w:rPr>
        <w:t>ummary</w:t>
      </w:r>
      <w:r w:rsidR="00BD13E9" w:rsidRPr="00425D38">
        <w:rPr>
          <w:rFonts w:cs="Arial"/>
          <w:b/>
        </w:rPr>
        <w:t xml:space="preserve"> of </w:t>
      </w:r>
      <w:r w:rsidR="001E2783" w:rsidRPr="00425D38">
        <w:rPr>
          <w:rFonts w:cs="Arial"/>
          <w:b/>
        </w:rPr>
        <w:t>m</w:t>
      </w:r>
      <w:r w:rsidR="00BD13E9" w:rsidRPr="00425D38">
        <w:rPr>
          <w:rFonts w:cs="Arial"/>
          <w:b/>
        </w:rPr>
        <w:t>ain</w:t>
      </w:r>
      <w:r w:rsidR="001E2783" w:rsidRPr="00425D38">
        <w:rPr>
          <w:rFonts w:cs="Arial"/>
          <w:b/>
        </w:rPr>
        <w:t xml:space="preserve"> points</w:t>
      </w:r>
    </w:p>
    <w:p w:rsidR="008A35D9" w:rsidRPr="006056CB" w:rsidRDefault="008A35D9" w:rsidP="00B30BF2">
      <w:pPr>
        <w:rPr>
          <w:rFonts w:cs="Arial"/>
        </w:rPr>
      </w:pPr>
    </w:p>
    <w:p w:rsidR="00D272C1" w:rsidRPr="006056CB" w:rsidRDefault="00D222B4" w:rsidP="00B30BF2">
      <w:pPr>
        <w:shd w:val="clear" w:color="auto" w:fill="CCFFFF"/>
        <w:rPr>
          <w:rFonts w:cs="Arial"/>
          <w:sz w:val="20"/>
          <w:szCs w:val="20"/>
        </w:rPr>
      </w:pPr>
      <w:r w:rsidRPr="00425D38">
        <w:rPr>
          <w:rFonts w:cs="Arial"/>
          <w:b/>
        </w:rPr>
        <w:t>Evaluation</w:t>
      </w:r>
    </w:p>
    <w:p w:rsidR="00D272C1" w:rsidRPr="006056CB" w:rsidRDefault="00D272C1" w:rsidP="00B30BF2">
      <w:pPr>
        <w:rPr>
          <w:rFonts w:cs="Arial"/>
        </w:rPr>
      </w:pPr>
    </w:p>
    <w:p w:rsidR="00D272C1" w:rsidRPr="006056CB" w:rsidRDefault="00D222B4" w:rsidP="00B30BF2">
      <w:pPr>
        <w:shd w:val="clear" w:color="auto" w:fill="CCFFFF"/>
        <w:rPr>
          <w:rFonts w:cs="Arial"/>
          <w:sz w:val="20"/>
          <w:szCs w:val="20"/>
        </w:rPr>
      </w:pPr>
      <w:r w:rsidRPr="00425D38">
        <w:rPr>
          <w:rFonts w:cs="Arial"/>
          <w:b/>
        </w:rPr>
        <w:t>Conclusion</w:t>
      </w:r>
    </w:p>
    <w:p w:rsidR="00D222B4" w:rsidRPr="006056CB" w:rsidRDefault="00D222B4" w:rsidP="00B30BF2">
      <w:pPr>
        <w:rPr>
          <w:rFonts w:cs="Arial"/>
        </w:rPr>
      </w:pPr>
    </w:p>
    <w:p w:rsidR="00D222B4" w:rsidRPr="006056CB" w:rsidRDefault="00D222B4" w:rsidP="00E02F7A">
      <w:pPr>
        <w:shd w:val="clear" w:color="auto" w:fill="CCFFFF"/>
        <w:spacing w:after="120"/>
        <w:rPr>
          <w:rFonts w:cs="Arial"/>
          <w:sz w:val="20"/>
          <w:szCs w:val="20"/>
        </w:rPr>
      </w:pPr>
      <w:r w:rsidRPr="00425D38">
        <w:rPr>
          <w:rFonts w:cs="Arial"/>
          <w:b/>
        </w:rPr>
        <w:t>Your</w:t>
      </w:r>
      <w:r w:rsidRPr="00425D38">
        <w:rPr>
          <w:rFonts w:cs="Arial"/>
          <w:b/>
          <w:sz w:val="20"/>
          <w:szCs w:val="20"/>
        </w:rPr>
        <w:t xml:space="preserve"> </w:t>
      </w:r>
      <w:r w:rsidR="001E2783" w:rsidRPr="00425D38">
        <w:rPr>
          <w:rFonts w:cs="Arial"/>
          <w:b/>
        </w:rPr>
        <w:t>f</w:t>
      </w:r>
      <w:r w:rsidRPr="00425D38">
        <w:rPr>
          <w:rFonts w:cs="Arial"/>
          <w:b/>
        </w:rPr>
        <w:t>inal</w:t>
      </w:r>
      <w:r w:rsidRPr="00425D38">
        <w:rPr>
          <w:rFonts w:cs="Arial"/>
          <w:b/>
          <w:sz w:val="20"/>
          <w:szCs w:val="20"/>
        </w:rPr>
        <w:t xml:space="preserve"> </w:t>
      </w:r>
      <w:r w:rsidR="001E2783" w:rsidRPr="00425D38">
        <w:rPr>
          <w:rFonts w:cs="Arial"/>
          <w:b/>
        </w:rPr>
        <w:t>r</w:t>
      </w:r>
      <w:r w:rsidRPr="00425D38">
        <w:rPr>
          <w:rFonts w:cs="Arial"/>
          <w:b/>
        </w:rPr>
        <w:t>eview</w:t>
      </w:r>
    </w:p>
    <w:p w:rsidR="000A62F5" w:rsidRPr="006056CB" w:rsidRDefault="000A62F5" w:rsidP="00B30BF2">
      <w:pPr>
        <w:ind w:right="2160"/>
        <w:rPr>
          <w:rFonts w:cs="Arial"/>
        </w:rPr>
      </w:pPr>
    </w:p>
    <w:p w:rsidR="00E37E7B" w:rsidRPr="006056CB" w:rsidRDefault="00E37E7B" w:rsidP="00B30BF2">
      <w:pPr>
        <w:rPr>
          <w:rFonts w:cs="Arial"/>
        </w:rPr>
      </w:pPr>
    </w:p>
    <w:sectPr w:rsidR="00E37E7B" w:rsidRPr="006056CB" w:rsidSect="0097180C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63E31"/>
    <w:multiLevelType w:val="hybridMultilevel"/>
    <w:tmpl w:val="5024C5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7C56B12"/>
    <w:multiLevelType w:val="hybridMultilevel"/>
    <w:tmpl w:val="B55E8F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EF31B6"/>
    <w:multiLevelType w:val="hybridMultilevel"/>
    <w:tmpl w:val="916072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E90830"/>
    <w:multiLevelType w:val="hybridMultilevel"/>
    <w:tmpl w:val="7F60F2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F45C4C"/>
    <w:multiLevelType w:val="hybridMultilevel"/>
    <w:tmpl w:val="28605F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55C4B74"/>
    <w:multiLevelType w:val="hybridMultilevel"/>
    <w:tmpl w:val="AFC468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9C749AE"/>
    <w:multiLevelType w:val="hybridMultilevel"/>
    <w:tmpl w:val="931E74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drawingGridHorizontalSpacing w:val="110"/>
  <w:displayHorizontalDrawingGridEvery w:val="2"/>
  <w:characterSpacingControl w:val="doNotCompress"/>
  <w:compat>
    <w:useFELayout/>
  </w:compat>
  <w:rsids>
    <w:rsidRoot w:val="00916B58"/>
    <w:rsid w:val="00025F4F"/>
    <w:rsid w:val="000642AA"/>
    <w:rsid w:val="000651FE"/>
    <w:rsid w:val="00082476"/>
    <w:rsid w:val="000A62F5"/>
    <w:rsid w:val="000F4744"/>
    <w:rsid w:val="00100E3E"/>
    <w:rsid w:val="00122D80"/>
    <w:rsid w:val="00126597"/>
    <w:rsid w:val="001340CF"/>
    <w:rsid w:val="001418CD"/>
    <w:rsid w:val="00166842"/>
    <w:rsid w:val="00175E3E"/>
    <w:rsid w:val="001A49EA"/>
    <w:rsid w:val="001C2D98"/>
    <w:rsid w:val="001C4768"/>
    <w:rsid w:val="001D5D62"/>
    <w:rsid w:val="001E2783"/>
    <w:rsid w:val="001F4A76"/>
    <w:rsid w:val="00216E37"/>
    <w:rsid w:val="00220FBF"/>
    <w:rsid w:val="002255A7"/>
    <w:rsid w:val="0023461B"/>
    <w:rsid w:val="00235BA4"/>
    <w:rsid w:val="00264CC4"/>
    <w:rsid w:val="00271B49"/>
    <w:rsid w:val="00295376"/>
    <w:rsid w:val="002B39A2"/>
    <w:rsid w:val="002D5DA1"/>
    <w:rsid w:val="002F7129"/>
    <w:rsid w:val="00302D78"/>
    <w:rsid w:val="003316CC"/>
    <w:rsid w:val="00343720"/>
    <w:rsid w:val="00372D8D"/>
    <w:rsid w:val="00381B17"/>
    <w:rsid w:val="00382014"/>
    <w:rsid w:val="00384B22"/>
    <w:rsid w:val="00390B90"/>
    <w:rsid w:val="00392511"/>
    <w:rsid w:val="00395897"/>
    <w:rsid w:val="003C4B10"/>
    <w:rsid w:val="00425D38"/>
    <w:rsid w:val="00442B4F"/>
    <w:rsid w:val="00456205"/>
    <w:rsid w:val="0046001B"/>
    <w:rsid w:val="004839FE"/>
    <w:rsid w:val="00492556"/>
    <w:rsid w:val="004945E1"/>
    <w:rsid w:val="00495E65"/>
    <w:rsid w:val="00495EE3"/>
    <w:rsid w:val="004B1530"/>
    <w:rsid w:val="004B1FE4"/>
    <w:rsid w:val="004B3114"/>
    <w:rsid w:val="004D7824"/>
    <w:rsid w:val="00523A50"/>
    <w:rsid w:val="00525409"/>
    <w:rsid w:val="00531D1C"/>
    <w:rsid w:val="00533801"/>
    <w:rsid w:val="005375D4"/>
    <w:rsid w:val="00542EDB"/>
    <w:rsid w:val="005440EF"/>
    <w:rsid w:val="005942E5"/>
    <w:rsid w:val="005A1EB8"/>
    <w:rsid w:val="005B2583"/>
    <w:rsid w:val="005D51AE"/>
    <w:rsid w:val="005E40D6"/>
    <w:rsid w:val="005F41AA"/>
    <w:rsid w:val="006056CB"/>
    <w:rsid w:val="0060729D"/>
    <w:rsid w:val="006200BE"/>
    <w:rsid w:val="006228CC"/>
    <w:rsid w:val="00623B74"/>
    <w:rsid w:val="00640A5E"/>
    <w:rsid w:val="00642D2B"/>
    <w:rsid w:val="00661E12"/>
    <w:rsid w:val="00673450"/>
    <w:rsid w:val="0068420B"/>
    <w:rsid w:val="0069038D"/>
    <w:rsid w:val="006A47BF"/>
    <w:rsid w:val="006C5195"/>
    <w:rsid w:val="006D23D9"/>
    <w:rsid w:val="00723231"/>
    <w:rsid w:val="007364EB"/>
    <w:rsid w:val="00740862"/>
    <w:rsid w:val="007603E5"/>
    <w:rsid w:val="00765D5F"/>
    <w:rsid w:val="007963A2"/>
    <w:rsid w:val="00810389"/>
    <w:rsid w:val="00813740"/>
    <w:rsid w:val="00833FD3"/>
    <w:rsid w:val="00836323"/>
    <w:rsid w:val="00870676"/>
    <w:rsid w:val="00885D54"/>
    <w:rsid w:val="00893B5C"/>
    <w:rsid w:val="00896A6F"/>
    <w:rsid w:val="008A06CA"/>
    <w:rsid w:val="008A21EE"/>
    <w:rsid w:val="008A35D9"/>
    <w:rsid w:val="008B3A00"/>
    <w:rsid w:val="008C1106"/>
    <w:rsid w:val="008E4ECD"/>
    <w:rsid w:val="008F1F2D"/>
    <w:rsid w:val="00902AD8"/>
    <w:rsid w:val="00907CAB"/>
    <w:rsid w:val="00916B58"/>
    <w:rsid w:val="00936541"/>
    <w:rsid w:val="00953CBA"/>
    <w:rsid w:val="00956DB4"/>
    <w:rsid w:val="00967B22"/>
    <w:rsid w:val="0097180C"/>
    <w:rsid w:val="009B0A79"/>
    <w:rsid w:val="009B21D5"/>
    <w:rsid w:val="009B28BD"/>
    <w:rsid w:val="009D3673"/>
    <w:rsid w:val="00A144E6"/>
    <w:rsid w:val="00A17291"/>
    <w:rsid w:val="00A5393F"/>
    <w:rsid w:val="00A61DD9"/>
    <w:rsid w:val="00A63C5F"/>
    <w:rsid w:val="00AA0C0A"/>
    <w:rsid w:val="00AC5D7B"/>
    <w:rsid w:val="00AD480A"/>
    <w:rsid w:val="00AD67BF"/>
    <w:rsid w:val="00AE1F2A"/>
    <w:rsid w:val="00AE5C15"/>
    <w:rsid w:val="00B03A7D"/>
    <w:rsid w:val="00B05ED8"/>
    <w:rsid w:val="00B1230C"/>
    <w:rsid w:val="00B30BF2"/>
    <w:rsid w:val="00B53A19"/>
    <w:rsid w:val="00B5409A"/>
    <w:rsid w:val="00BA5970"/>
    <w:rsid w:val="00BC40DA"/>
    <w:rsid w:val="00BD13E9"/>
    <w:rsid w:val="00C1482B"/>
    <w:rsid w:val="00C23B67"/>
    <w:rsid w:val="00C37E93"/>
    <w:rsid w:val="00C418BD"/>
    <w:rsid w:val="00C4608A"/>
    <w:rsid w:val="00C5257C"/>
    <w:rsid w:val="00C62551"/>
    <w:rsid w:val="00C91037"/>
    <w:rsid w:val="00CA619B"/>
    <w:rsid w:val="00CC60CF"/>
    <w:rsid w:val="00CD6DAC"/>
    <w:rsid w:val="00D10AE3"/>
    <w:rsid w:val="00D22186"/>
    <w:rsid w:val="00D222B4"/>
    <w:rsid w:val="00D2587A"/>
    <w:rsid w:val="00D272C1"/>
    <w:rsid w:val="00D309B0"/>
    <w:rsid w:val="00DC0D25"/>
    <w:rsid w:val="00DD0CD7"/>
    <w:rsid w:val="00DD7812"/>
    <w:rsid w:val="00E02F7A"/>
    <w:rsid w:val="00E1157C"/>
    <w:rsid w:val="00E17C11"/>
    <w:rsid w:val="00E37E7B"/>
    <w:rsid w:val="00E4628C"/>
    <w:rsid w:val="00E75055"/>
    <w:rsid w:val="00E80AE1"/>
    <w:rsid w:val="00E80FC3"/>
    <w:rsid w:val="00EB4ECD"/>
    <w:rsid w:val="00EC07ED"/>
    <w:rsid w:val="00EC0DB4"/>
    <w:rsid w:val="00EC1D54"/>
    <w:rsid w:val="00EE39D6"/>
    <w:rsid w:val="00F45C12"/>
    <w:rsid w:val="00F768E7"/>
    <w:rsid w:val="00F8088E"/>
    <w:rsid w:val="00FA7C15"/>
    <w:rsid w:val="00FB7BDD"/>
    <w:rsid w:val="00FE3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180C"/>
  </w:style>
  <w:style w:type="paragraph" w:styleId="Heading1">
    <w:name w:val="heading 1"/>
    <w:basedOn w:val="Normal"/>
    <w:next w:val="Normal"/>
    <w:link w:val="Heading1Char"/>
    <w:uiPriority w:val="9"/>
    <w:qFormat/>
    <w:rsid w:val="009718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18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718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180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180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180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180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180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180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17291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718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18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7180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97180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97180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97180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97180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97180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97180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7180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7180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7180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180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7180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97180C"/>
    <w:rPr>
      <w:b/>
      <w:bCs/>
    </w:rPr>
  </w:style>
  <w:style w:type="character" w:styleId="Emphasis">
    <w:name w:val="Emphasis"/>
    <w:basedOn w:val="DefaultParagraphFont"/>
    <w:uiPriority w:val="20"/>
    <w:qFormat/>
    <w:rsid w:val="0097180C"/>
    <w:rPr>
      <w:i/>
      <w:iCs/>
    </w:rPr>
  </w:style>
  <w:style w:type="paragraph" w:styleId="NoSpacing">
    <w:name w:val="No Spacing"/>
    <w:uiPriority w:val="1"/>
    <w:qFormat/>
    <w:rsid w:val="0097180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7180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7180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7180C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180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180C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97180C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97180C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97180C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97180C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97180C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7180C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0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zlie\AppData\Local\Microsoft\Windows\Temporary%20Internet%20Files\Low\Content.IE5\Z3M602MN\Book_Review_Template%5b1%5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Book_Review_Template[1]</Template>
  <TotalTime>14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Book Review Outline</vt:lpstr>
    </vt:vector>
  </TitlesOfParts>
  <Manager>SchoolKiT</Manager>
  <Company>SchoolKiT</Company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Book Review Outline</dc:title>
  <dc:subject>SchoolKiT</dc:subject>
  <dc:creator>Lezlie</dc:creator>
  <dc:description>© 1999-2005 SchoolKiT.com Inc._x000d_
This template is a component of a SchoolKiT product and may only be used under license. For more information visit: www.schoolkit.com.</dc:description>
  <cp:lastModifiedBy>Lezlie</cp:lastModifiedBy>
  <cp:revision>1</cp:revision>
  <cp:lastPrinted>2007-07-20T21:12:00Z</cp:lastPrinted>
  <dcterms:created xsi:type="dcterms:W3CDTF">2010-04-11T22:19:00Z</dcterms:created>
  <dcterms:modified xsi:type="dcterms:W3CDTF">2010-04-11T23:14:00Z</dcterms:modified>
</cp:coreProperties>
</file>